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CF" w:rsidRDefault="001A2001" w:rsidP="008465E4">
      <w:pPr>
        <w:rPr>
          <w:rFonts w:ascii="Cambria" w:hAnsi="Cambria"/>
        </w:rPr>
      </w:pPr>
      <w:r>
        <w:rPr>
          <w:rFonts w:ascii="Cambria" w:hAnsi="Cambria"/>
          <w:noProof/>
        </w:rPr>
        <w:pict>
          <v:group id="_x0000_s1102" style="position:absolute;margin-left:2.9pt;margin-top:-11.2pt;width:521.35pt;height:63pt;z-index:251657728" coordorigin="753,555" coordsize="10152,1260">
            <v:group id="_x0000_s1103" style="position:absolute;left:1410;top:555;width:9495;height:1260" coordorigin="1410,555" coordsize="9495,1260">
              <v:rect id="_x0000_s1104" style="position:absolute;left:1410;top:555;width:9495;height:1260" filled="f" stroked="f">
                <v:textbox style="mso-next-textbox:#_x0000_s1104">
                  <w:txbxContent>
                    <w:p w:rsidR="00CE324E" w:rsidRPr="0021511C" w:rsidRDefault="00CE324E" w:rsidP="00162AA6">
                      <w:pPr>
                        <w:tabs>
                          <w:tab w:val="right" w:pos="5580"/>
                          <w:tab w:val="right" w:pos="945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D610CA">
                          <w:rPr>
                            <w:noProof/>
                          </w:rPr>
                          <w:t>HW2_polynomials</w:t>
                        </w:r>
                      </w:fldSimple>
                    </w:p>
                    <w:p w:rsidR="00CE324E" w:rsidRPr="00311F19" w:rsidRDefault="00CE324E" w:rsidP="00162AA6">
                      <w:pPr>
                        <w:pStyle w:val="Header"/>
                        <w:tabs>
                          <w:tab w:val="right" w:pos="2430"/>
                          <w:tab w:val="right" w:pos="4680"/>
                          <w:tab w:val="right" w:pos="945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Ms. Estrada, Mr. Bielmeier, Mr. Tiénou-Gustafson</w:t>
                      </w:r>
                    </w:p>
                    <w:p w:rsidR="00CE324E" w:rsidRPr="0021511C" w:rsidRDefault="00CE324E" w:rsidP="00162AA6">
                      <w:pPr>
                        <w:pStyle w:val="Header"/>
                        <w:tabs>
                          <w:tab w:val="right" w:pos="2790"/>
                          <w:tab w:val="right" w:pos="945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CE324E" w:rsidRPr="0021511C" w:rsidRDefault="00CE324E" w:rsidP="00162AA6">
                      <w:pPr>
                        <w:tabs>
                          <w:tab w:val="right" w:pos="2790"/>
                          <w:tab w:val="right" w:pos="945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Wed, 27 Aug 2014</w:t>
                      </w:r>
                    </w:p>
                  </w:txbxContent>
                </v:textbox>
              </v:rect>
              <v:roundrect id="_x0000_s1105" style="position:absolute;left:8985;top:900;width:1755;height:780" arcsize="10923f">
                <v:shadow on="t"/>
                <v:textbox style="mso-next-textbox:#_x0000_s1105" inset=",0,,0">
                  <w:txbxContent>
                    <w:p w:rsidR="00CE324E" w:rsidRPr="001B09FE" w:rsidRDefault="00CE324E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CE324E" w:rsidRPr="001B09FE" w:rsidRDefault="00CE324E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753;top:672;width:756;height:1008">
              <v:imagedata r:id="rId7" o:title="El Mate Vive"/>
            </v:shape>
          </v:group>
        </w:pict>
      </w:r>
    </w:p>
    <w:p w:rsidR="006136CF" w:rsidRDefault="006136CF" w:rsidP="008465E4">
      <w:pPr>
        <w:rPr>
          <w:rFonts w:ascii="Cambria" w:hAnsi="Cambria"/>
        </w:rPr>
      </w:pPr>
    </w:p>
    <w:p w:rsidR="006136CF" w:rsidRDefault="006136CF" w:rsidP="008465E4">
      <w:pPr>
        <w:rPr>
          <w:rFonts w:ascii="Cambria" w:hAnsi="Cambria"/>
        </w:rPr>
      </w:pPr>
    </w:p>
    <w:p w:rsidR="006136CF" w:rsidRDefault="006136CF" w:rsidP="008465E4">
      <w:pPr>
        <w:rPr>
          <w:rFonts w:ascii="Cambria" w:hAnsi="Cambria"/>
        </w:rPr>
      </w:pPr>
    </w:p>
    <w:p w:rsidR="00D610CA" w:rsidRDefault="00D610CA" w:rsidP="00D610CA">
      <w:pPr>
        <w:rPr>
          <w:b/>
        </w:rPr>
      </w:pPr>
      <w:r>
        <w:rPr>
          <w:rFonts w:ascii="Cambria" w:hAnsi="Cambria"/>
          <w:b/>
        </w:rPr>
        <w:t xml:space="preserve">I. </w:t>
      </w:r>
      <w:r w:rsidRPr="0032715D">
        <w:rPr>
          <w:b/>
        </w:rPr>
        <w:t xml:space="preserve">Combine </w:t>
      </w:r>
      <w:proofErr w:type="gramStart"/>
      <w:r w:rsidRPr="0032715D">
        <w:rPr>
          <w:b/>
        </w:rPr>
        <w:t>Like</w:t>
      </w:r>
      <w:proofErr w:type="gramEnd"/>
      <w:r w:rsidRPr="0032715D">
        <w:rPr>
          <w:b/>
        </w:rPr>
        <w:t xml:space="preserve"> Terms</w:t>
      </w:r>
    </w:p>
    <w:p w:rsidR="00D610CA" w:rsidRPr="006950DC" w:rsidRDefault="00D610CA" w:rsidP="00D610CA">
      <w:pPr>
        <w:rPr>
          <w:b/>
        </w:rPr>
      </w:pPr>
    </w:p>
    <w:p w:rsidR="00D610CA" w:rsidRDefault="00D610CA" w:rsidP="00D610CA">
      <w:pPr>
        <w:numPr>
          <w:ilvl w:val="0"/>
          <w:numId w:val="40"/>
        </w:numPr>
        <w:rPr>
          <w:oMath/>
          <w:rFonts w:ascii="Cambria Math" w:hAnsi="Cambria Math"/>
        </w:rPr>
        <w:sectPr w:rsidR="00D610CA" w:rsidSect="008465E4">
          <w:footerReference w:type="default" r:id="rId8"/>
          <w:pgSz w:w="12240" w:h="15840"/>
          <w:pgMar w:top="720" w:right="720" w:bottom="720" w:left="720" w:header="720" w:footer="348" w:gutter="0"/>
          <w:cols w:space="720"/>
          <w:docGrid w:linePitch="360"/>
        </w:sectPr>
      </w:pPr>
    </w:p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w:lastRenderedPageBreak/>
          <m:t>k – (-8k)</m:t>
        </m:r>
      </m:oMath>
    </w:p>
    <w:p w:rsidR="00D610CA" w:rsidRPr="003F313F" w:rsidRDefault="00D610CA" w:rsidP="003F313F">
      <w:pPr>
        <w:ind w:left="720"/>
        <w:rPr>
          <w:rFonts w:ascii="Comic Sans MS" w:hAnsi="Comic Sans MS"/>
        </w:rPr>
      </w:pPr>
    </w:p>
    <w:p w:rsidR="00D610CA" w:rsidRDefault="00D610CA" w:rsidP="00D610CA"/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-12x + -4x</m:t>
        </m:r>
      </m:oMath>
    </w:p>
    <w:p w:rsidR="00D610CA" w:rsidRDefault="00D610CA" w:rsidP="00D610CA"/>
    <w:p w:rsidR="00D610CA" w:rsidRDefault="00D610CA" w:rsidP="00D610CA"/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4.7x – 5.9x</m:t>
        </m:r>
      </m:oMath>
    </w:p>
    <w:p w:rsidR="00D610CA" w:rsidRDefault="00D610CA" w:rsidP="00D610CA"/>
    <w:p w:rsidR="00D610CA" w:rsidRDefault="00D610CA" w:rsidP="00D610CA"/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7s+5x-8s</m:t>
        </m:r>
      </m:oMath>
      <w:r>
        <w:t xml:space="preserve"> </w:t>
      </w:r>
    </w:p>
    <w:p w:rsidR="00D610CA" w:rsidRDefault="00D610CA" w:rsidP="00D610CA"/>
    <w:p w:rsidR="00D610CA" w:rsidRDefault="00D610CA" w:rsidP="00D610CA"/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5x – 6y – 8y + 7x</m:t>
        </m:r>
      </m:oMath>
    </w:p>
    <w:p w:rsidR="00D610CA" w:rsidRDefault="00D610CA" w:rsidP="00D610CA"/>
    <w:p w:rsidR="00D610CA" w:rsidRDefault="00D610CA" w:rsidP="00D610CA"/>
    <w:p w:rsidR="00D610CA" w:rsidRDefault="00D610CA" w:rsidP="00D610CA"/>
    <w:p w:rsidR="00D610CA" w:rsidRPr="0032715D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w:lastRenderedPageBreak/>
          <m:t>-21x + 7y + 6xy + -3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D610CA" w:rsidRDefault="00D610CA" w:rsidP="00D610CA">
      <w:pPr>
        <w:rPr>
          <w:vertAlign w:val="superscript"/>
        </w:rPr>
      </w:pPr>
    </w:p>
    <w:p w:rsidR="00D610CA" w:rsidRDefault="00D610CA" w:rsidP="00D610CA">
      <w:pPr>
        <w:rPr>
          <w:vertAlign w:val="superscript"/>
        </w:rPr>
      </w:pPr>
    </w:p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2xy + 7x + 6xy + 3xy + -3x</m:t>
        </m:r>
      </m:oMath>
    </w:p>
    <w:p w:rsidR="00D610CA" w:rsidRDefault="00D610CA" w:rsidP="00D610CA"/>
    <w:p w:rsidR="00D610CA" w:rsidRDefault="00D610CA" w:rsidP="00D610CA"/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4x + 3y + -5y + 3xy + y</m:t>
        </m:r>
      </m:oMath>
    </w:p>
    <w:p w:rsidR="00D610CA" w:rsidRDefault="00D610CA" w:rsidP="00D610CA">
      <w:bookmarkStart w:id="0" w:name="_GoBack"/>
      <w:bookmarkEnd w:id="0"/>
    </w:p>
    <w:p w:rsidR="00D610CA" w:rsidRDefault="00D610CA" w:rsidP="00D610CA"/>
    <w:p w:rsidR="00D610CA" w:rsidRDefault="00D610CA" w:rsidP="00D610CA"/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+ -7y + -4xy + 9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br/>
      </w:r>
      <w:r>
        <w:br/>
      </w:r>
      <w:r>
        <w:br/>
      </w:r>
    </w:p>
    <w:p w:rsidR="00D610CA" w:rsidRDefault="00D610CA" w:rsidP="00D610CA">
      <w:pPr>
        <w:numPr>
          <w:ilvl w:val="0"/>
          <w:numId w:val="40"/>
        </w:numPr>
      </w:pPr>
      <m:oMath>
        <m:r>
          <w:rPr>
            <w:rFonts w:ascii="Cambria Math" w:hAnsi="Cambria Math"/>
          </w:rPr>
          <m:t>2y + 7xy +6x</m:t>
        </m:r>
        <m:r>
          <w:rPr>
            <w:rFonts w:ascii="Cambria Math" w:hAnsi="Cambria Math"/>
            <w:vertAlign w:val="superscript"/>
          </w:rPr>
          <m:t>2</m:t>
        </m:r>
        <m:r>
          <w:rPr>
            <w:rFonts w:ascii="Cambria Math" w:hAnsi="Cambria Math"/>
          </w:rPr>
          <m:t>y + 7y</m:t>
        </m:r>
      </m:oMath>
    </w:p>
    <w:p w:rsidR="00D610CA" w:rsidRDefault="00D610CA" w:rsidP="008465E4">
      <w:pPr>
        <w:rPr>
          <w:rFonts w:ascii="Cambria" w:hAnsi="Cambria"/>
          <w:b/>
        </w:rPr>
      </w:pPr>
    </w:p>
    <w:p w:rsidR="00D610CA" w:rsidRDefault="00D610CA" w:rsidP="008465E4">
      <w:pPr>
        <w:rPr>
          <w:rFonts w:ascii="Cambria" w:hAnsi="Cambria"/>
          <w:b/>
        </w:rPr>
      </w:pPr>
    </w:p>
    <w:p w:rsidR="00D610CA" w:rsidRDefault="00D610CA" w:rsidP="008465E4">
      <w:pPr>
        <w:rPr>
          <w:rFonts w:ascii="Cambria" w:hAnsi="Cambria"/>
          <w:b/>
        </w:rPr>
        <w:sectPr w:rsidR="00D610CA" w:rsidSect="00D610CA">
          <w:type w:val="continuous"/>
          <w:pgSz w:w="12240" w:h="15840"/>
          <w:pgMar w:top="720" w:right="720" w:bottom="720" w:left="720" w:header="720" w:footer="348" w:gutter="0"/>
          <w:cols w:num="2" w:sep="1" w:space="720"/>
          <w:docGrid w:linePitch="360"/>
        </w:sectPr>
      </w:pPr>
    </w:p>
    <w:p w:rsidR="005E5B2A" w:rsidRDefault="00D610CA" w:rsidP="00D610CA">
      <w:pPr>
        <w:pBdr>
          <w:top w:val="single" w:sz="4" w:space="1" w:color="auto"/>
        </w:pBdr>
        <w:rPr>
          <w:rFonts w:ascii="Cambria" w:hAnsi="Cambria"/>
        </w:rPr>
      </w:pPr>
      <w:r>
        <w:rPr>
          <w:rFonts w:ascii="Cambria" w:hAnsi="Cambria"/>
          <w:b/>
        </w:rPr>
        <w:lastRenderedPageBreak/>
        <w:t>I</w:t>
      </w:r>
      <w:r w:rsidR="005E5B2A">
        <w:rPr>
          <w:rFonts w:ascii="Cambria" w:hAnsi="Cambria"/>
          <w:b/>
        </w:rPr>
        <w:t xml:space="preserve">I. Square the Binomial </w:t>
      </w:r>
      <w:r w:rsidR="005E5B2A" w:rsidRPr="005E5B2A">
        <w:rPr>
          <w:rFonts w:ascii="Cambria" w:hAnsi="Cambria"/>
        </w:rPr>
        <w:t xml:space="preserve">(use the FOIL method </w:t>
      </w:r>
      <w:r w:rsidR="005E5B2A">
        <w:rPr>
          <w:rFonts w:ascii="Cambria" w:hAnsi="Cambria"/>
        </w:rPr>
        <w:t>–</w:t>
      </w:r>
      <w:r w:rsidR="005E5B2A" w:rsidRPr="005E5B2A">
        <w:rPr>
          <w:rFonts w:ascii="Cambria" w:hAnsi="Cambria"/>
        </w:rPr>
        <w:t xml:space="preserve"> </w:t>
      </w:r>
      <w:r w:rsidR="005E5B2A">
        <w:rPr>
          <w:rFonts w:ascii="Cambria" w:hAnsi="Cambria"/>
        </w:rPr>
        <w:t xml:space="preserve">multiply the </w:t>
      </w:r>
      <w:r w:rsidR="005E5B2A">
        <w:rPr>
          <w:rFonts w:ascii="Cambria" w:hAnsi="Cambria"/>
          <w:u w:val="single"/>
        </w:rPr>
        <w:t>F</w:t>
      </w:r>
      <w:r w:rsidR="005E5B2A">
        <w:rPr>
          <w:rFonts w:ascii="Cambria" w:hAnsi="Cambria"/>
        </w:rPr>
        <w:t xml:space="preserve">irst numbers in each parenthesis, then the </w:t>
      </w:r>
      <w:r w:rsidR="005E5B2A">
        <w:rPr>
          <w:rFonts w:ascii="Cambria" w:hAnsi="Cambria"/>
          <w:u w:val="single"/>
        </w:rPr>
        <w:t>O</w:t>
      </w:r>
      <w:r w:rsidR="005E5B2A">
        <w:rPr>
          <w:rFonts w:ascii="Cambria" w:hAnsi="Cambria"/>
        </w:rPr>
        <w:t xml:space="preserve">utside numbers, then </w:t>
      </w:r>
      <w:proofErr w:type="gramStart"/>
      <w:r w:rsidR="005E5B2A">
        <w:rPr>
          <w:rFonts w:ascii="Cambria" w:hAnsi="Cambria"/>
          <w:u w:val="single"/>
        </w:rPr>
        <w:t>I</w:t>
      </w:r>
      <w:r w:rsidR="005E5B2A">
        <w:rPr>
          <w:rFonts w:ascii="Cambria" w:hAnsi="Cambria"/>
        </w:rPr>
        <w:t>nside</w:t>
      </w:r>
      <w:proofErr w:type="gramEnd"/>
      <w:r w:rsidR="005E5B2A">
        <w:rPr>
          <w:rFonts w:ascii="Cambria" w:hAnsi="Cambria"/>
        </w:rPr>
        <w:t xml:space="preserve">, then </w:t>
      </w:r>
      <w:r w:rsidR="005E5B2A">
        <w:rPr>
          <w:rFonts w:ascii="Cambria" w:hAnsi="Cambria"/>
          <w:u w:val="single"/>
        </w:rPr>
        <w:t>L</w:t>
      </w:r>
      <w:r w:rsidR="005E5B2A">
        <w:rPr>
          <w:rFonts w:ascii="Cambria" w:hAnsi="Cambria"/>
        </w:rPr>
        <w:t>ast)</w:t>
      </w:r>
    </w:p>
    <w:p w:rsidR="005E5B2A" w:rsidRDefault="005E5B2A" w:rsidP="008465E4">
      <w:pPr>
        <w:rPr>
          <w:rFonts w:ascii="Cambria" w:hAnsi="Cambria"/>
        </w:rPr>
      </w:pPr>
    </w:p>
    <w:p w:rsidR="005E5B2A" w:rsidRPr="005E5B2A" w:rsidRDefault="005E5B2A" w:rsidP="008465E4">
      <w:pPr>
        <w:rPr>
          <w:rFonts w:ascii="Cambria" w:hAnsi="Cambria"/>
          <w:i/>
        </w:rPr>
      </w:pPr>
      <w:r w:rsidRPr="005E5B2A">
        <w:rPr>
          <w:rFonts w:ascii="Cambria" w:hAnsi="Cambria"/>
          <w:i/>
          <w:u w:val="single"/>
        </w:rPr>
        <w:t>Example</w:t>
      </w:r>
      <w:r w:rsidRPr="005E5B2A">
        <w:rPr>
          <w:rFonts w:ascii="Cambria" w:hAnsi="Cambria"/>
          <w:i/>
        </w:rPr>
        <w:t>:</w:t>
      </w:r>
    </w:p>
    <w:tbl>
      <w:tblPr>
        <w:tblStyle w:val="TableGrid"/>
        <w:tblW w:w="0" w:type="auto"/>
        <w:tblLook w:val="04A0"/>
      </w:tblPr>
      <w:tblGrid>
        <w:gridCol w:w="2178"/>
        <w:gridCol w:w="2970"/>
        <w:gridCol w:w="3114"/>
        <w:gridCol w:w="2754"/>
      </w:tblGrid>
      <w:tr w:rsidR="00D610CA" w:rsidRPr="00D610CA" w:rsidTr="00D610CA">
        <w:tc>
          <w:tcPr>
            <w:tcW w:w="2178" w:type="dxa"/>
          </w:tcPr>
          <w:p w:rsidR="00D610CA" w:rsidRPr="00D610CA" w:rsidRDefault="00D610CA" w:rsidP="00125B2D">
            <w:pPr>
              <w:rPr>
                <w:rFonts w:ascii="Cambria" w:hAnsi="Cambria"/>
                <w:b/>
                <w:i/>
              </w:rPr>
            </w:pPr>
            <w:r w:rsidRPr="00D610CA">
              <w:rPr>
                <w:rFonts w:ascii="Cambria" w:hAnsi="Cambria"/>
                <w:b/>
                <w:i/>
              </w:rPr>
              <w:t>Expression</w:t>
            </w:r>
          </w:p>
        </w:tc>
        <w:tc>
          <w:tcPr>
            <w:tcW w:w="2970" w:type="dxa"/>
          </w:tcPr>
          <w:p w:rsidR="00D610CA" w:rsidRPr="00D610CA" w:rsidRDefault="00D610CA" w:rsidP="00125B2D">
            <w:pPr>
              <w:rPr>
                <w:rFonts w:ascii="Cambria" w:hAnsi="Cambria"/>
                <w:b/>
                <w:i/>
              </w:rPr>
            </w:pPr>
            <w:r w:rsidRPr="00D610CA">
              <w:rPr>
                <w:rFonts w:ascii="Cambria" w:hAnsi="Cambria"/>
                <w:b/>
                <w:i/>
              </w:rPr>
              <w:t>Expanded form</w:t>
            </w:r>
          </w:p>
        </w:tc>
        <w:tc>
          <w:tcPr>
            <w:tcW w:w="3114" w:type="dxa"/>
          </w:tcPr>
          <w:p w:rsidR="00D610CA" w:rsidRPr="00D610CA" w:rsidRDefault="00D610CA" w:rsidP="00125B2D">
            <w:pPr>
              <w:rPr>
                <w:rFonts w:ascii="Cambria" w:hAnsi="Cambria"/>
                <w:b/>
                <w:i/>
              </w:rPr>
            </w:pPr>
            <w:r w:rsidRPr="00D610CA">
              <w:rPr>
                <w:rFonts w:ascii="Cambria" w:hAnsi="Cambria"/>
                <w:b/>
                <w:i/>
              </w:rPr>
              <w:t>FOIL</w:t>
            </w:r>
          </w:p>
        </w:tc>
        <w:tc>
          <w:tcPr>
            <w:tcW w:w="2754" w:type="dxa"/>
          </w:tcPr>
          <w:p w:rsidR="00D610CA" w:rsidRPr="00D610CA" w:rsidRDefault="00D610CA" w:rsidP="00125B2D">
            <w:pPr>
              <w:rPr>
                <w:rFonts w:ascii="Cambria" w:hAnsi="Cambria"/>
                <w:i/>
              </w:rPr>
            </w:pPr>
            <w:r w:rsidRPr="00D610CA">
              <w:rPr>
                <w:rFonts w:ascii="Cambria" w:hAnsi="Cambria"/>
                <w:b/>
                <w:i/>
              </w:rPr>
              <w:t>Simplify</w:t>
            </w:r>
          </w:p>
        </w:tc>
      </w:tr>
      <w:tr w:rsidR="00D610CA" w:rsidRPr="00D610CA" w:rsidTr="00D610CA">
        <w:tc>
          <w:tcPr>
            <w:tcW w:w="2178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  <w:i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Example: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x+y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970" w:type="dxa"/>
          </w:tcPr>
          <w:p w:rsidR="00D610CA" w:rsidRPr="00D610CA" w:rsidRDefault="00D610CA" w:rsidP="00125B2D">
            <w:pPr>
              <w:spacing w:line="480" w:lineRule="auto"/>
              <w:rPr>
                <w:rFonts w:ascii="Cambria" w:hAnsi="Cambria"/>
                <w:i/>
              </w:rPr>
            </w:pPr>
            <w:r w:rsidRPr="00D610CA">
              <w:rPr>
                <w:rFonts w:ascii="Cambria" w:hAnsi="Cambria"/>
                <w:i/>
              </w:rPr>
              <w:t xml:space="preserve">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x+y</m:t>
                  </m:r>
                </m:e>
              </m:d>
              <m:r>
                <w:rPr>
                  <w:rFonts w:ascii="Cambria Math" w:hAnsi="Cambria Math"/>
                </w:rPr>
                <m:t>(x+y)</m:t>
              </m:r>
            </m:oMath>
          </w:p>
        </w:tc>
        <w:tc>
          <w:tcPr>
            <w:tcW w:w="3114" w:type="dxa"/>
          </w:tcPr>
          <w:p w:rsidR="00D610CA" w:rsidRPr="00D610CA" w:rsidRDefault="00D610CA" w:rsidP="00125B2D">
            <w:pPr>
              <w:spacing w:line="480" w:lineRule="auto"/>
              <w:rPr>
                <w:rFonts w:ascii="Cambria" w:hAnsi="Cambria"/>
                <w:i/>
              </w:rPr>
            </w:pPr>
            <w:r w:rsidRPr="00D610CA">
              <w:rPr>
                <w:rFonts w:ascii="Cambria" w:hAnsi="Cambria"/>
                <w:i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+xy+xy+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754" w:type="dxa"/>
          </w:tcPr>
          <w:p w:rsidR="00D610CA" w:rsidRPr="00D610CA" w:rsidRDefault="00D610CA" w:rsidP="00125B2D">
            <w:pPr>
              <w:spacing w:line="480" w:lineRule="auto"/>
              <w:rPr>
                <w:rFonts w:ascii="Cambria" w:hAnsi="Cambria"/>
                <w:i/>
              </w:rPr>
            </w:pPr>
            <w:r w:rsidRPr="00D610CA">
              <w:rPr>
                <w:rFonts w:ascii="Cambria" w:hAnsi="Cambria"/>
                <w:i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+2xy+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</w:tr>
      <w:tr w:rsidR="00D610CA" w:rsidRPr="00D610CA" w:rsidTr="00D610CA">
        <w:tc>
          <w:tcPr>
            <w:tcW w:w="2178" w:type="dxa"/>
          </w:tcPr>
          <w:p w:rsidR="00D610CA" w:rsidRPr="00D610CA" w:rsidRDefault="00D610CA" w:rsidP="00D610CA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2x+3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970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3114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2754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D610CA" w:rsidRPr="00D610CA" w:rsidTr="00D610CA">
        <w:tc>
          <w:tcPr>
            <w:tcW w:w="2178" w:type="dxa"/>
          </w:tcPr>
          <w:p w:rsidR="00D610CA" w:rsidRPr="00D610CA" w:rsidRDefault="00D610CA" w:rsidP="00D610CA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4x+5y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970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3114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2754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D610CA" w:rsidRPr="00D610CA" w:rsidTr="00D610CA">
        <w:tc>
          <w:tcPr>
            <w:tcW w:w="2178" w:type="dxa"/>
          </w:tcPr>
          <w:p w:rsidR="00D610CA" w:rsidRPr="00D610CA" w:rsidRDefault="00D610CA" w:rsidP="00D610CA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970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3114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2754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D610CA" w:rsidRPr="00D610CA" w:rsidTr="00D610CA">
        <w:tc>
          <w:tcPr>
            <w:tcW w:w="2178" w:type="dxa"/>
          </w:tcPr>
          <w:p w:rsidR="00D610CA" w:rsidRPr="00D610CA" w:rsidRDefault="00D610CA" w:rsidP="00D610CA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970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3114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2754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D610CA" w:rsidRPr="00D610CA" w:rsidTr="00D610CA">
        <w:tc>
          <w:tcPr>
            <w:tcW w:w="2178" w:type="dxa"/>
          </w:tcPr>
          <w:p w:rsidR="00D610CA" w:rsidRPr="00D610CA" w:rsidRDefault="00D610CA" w:rsidP="00D610CA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4x-5y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970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3114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2754" w:type="dxa"/>
          </w:tcPr>
          <w:p w:rsidR="00D610CA" w:rsidRPr="00D610CA" w:rsidRDefault="00D610CA" w:rsidP="00D610CA">
            <w:pPr>
              <w:spacing w:line="480" w:lineRule="auto"/>
              <w:rPr>
                <w:rFonts w:ascii="Cambria" w:hAnsi="Cambria"/>
              </w:rPr>
            </w:pPr>
          </w:p>
        </w:tc>
      </w:tr>
    </w:tbl>
    <w:p w:rsidR="00D610CA" w:rsidRDefault="00D610CA" w:rsidP="00D610CA">
      <w:pPr>
        <w:rPr>
          <w:rFonts w:ascii="Cambria" w:hAnsi="Cambria"/>
          <w:b/>
        </w:rPr>
      </w:pPr>
    </w:p>
    <w:p w:rsidR="00D610CA" w:rsidRDefault="00D610CA" w:rsidP="005E5B2A">
      <w:pPr>
        <w:spacing w:line="480" w:lineRule="auto"/>
        <w:rPr>
          <w:rFonts w:ascii="Cambria" w:hAnsi="Cambria"/>
          <w:i/>
        </w:rPr>
      </w:pPr>
      <w:r>
        <w:rPr>
          <w:rFonts w:ascii="Cambria" w:hAnsi="Cambria"/>
          <w:i/>
        </w:rPr>
        <w:t>Do you see any pattern in these numbers?</w:t>
      </w:r>
    </w:p>
    <w:p w:rsidR="00D610CA" w:rsidRPr="00D610CA" w:rsidRDefault="00D610CA" w:rsidP="005E5B2A">
      <w:pPr>
        <w:spacing w:line="480" w:lineRule="auto"/>
        <w:rPr>
          <w:rFonts w:ascii="Cambria" w:hAnsi="Cambria"/>
          <w:i/>
        </w:rPr>
      </w:pPr>
    </w:p>
    <w:p w:rsidR="00D610CA" w:rsidRDefault="00D610CA">
      <w:pPr>
        <w:rPr>
          <w:rFonts w:ascii="Cambria" w:hAnsi="Cambria"/>
          <w:b/>
        </w:rPr>
      </w:pPr>
      <w:r>
        <w:rPr>
          <w:rFonts w:ascii="Cambria" w:hAnsi="Cambria"/>
          <w:b/>
        </w:rPr>
        <w:br w:type="page"/>
      </w:r>
    </w:p>
    <w:p w:rsidR="005E5B2A" w:rsidRDefault="004D06EC" w:rsidP="005E5B2A">
      <w:pPr>
        <w:spacing w:line="480" w:lineRule="auto"/>
        <w:rPr>
          <w:rFonts w:ascii="Cambria" w:hAnsi="Cambria"/>
          <w:b/>
        </w:rPr>
      </w:pPr>
      <w:r>
        <w:rPr>
          <w:rFonts w:ascii="Cambria" w:hAnsi="Cambria"/>
          <w:b/>
          <w:noProof/>
        </w:rPr>
        <w:lastRenderedPageBreak/>
        <w:pict>
          <v:rect id="_x0000_s1108" style="position:absolute;margin-left:260.25pt;margin-top:-13.5pt;width:107.25pt;height:1in;z-index:251658752">
            <v:textbox>
              <w:txbxContent>
                <w:p w:rsidR="009E77D7" w:rsidRDefault="009E77D7">
                  <w:pPr>
                    <w:rPr>
                      <w:rFonts w:ascii="Cambria" w:eastAsiaTheme="minorEastAsia" w:hAnsi="Cambria" w:cstheme="minorBidi"/>
                    </w:rPr>
                  </w:pPr>
                  <w:r>
                    <w:rPr>
                      <w:rFonts w:ascii="Cambria" w:eastAsiaTheme="minorEastAsia" w:hAnsi="Cambria" w:cstheme="minorBidi"/>
                    </w:rPr>
                    <w:t>8 = 1+7, 1</w:t>
                  </w:r>
                  <w:r>
                    <w:rPr>
                      <w:rFonts w:ascii="Cambria" w:eastAsiaTheme="minorEastAsia" w:hAnsi="Cambria" w:cstheme="minorBidi"/>
                    </w:rPr>
                    <w:sym w:font="Symbol" w:char="F0B4"/>
                  </w:r>
                  <w:r>
                    <w:rPr>
                      <w:rFonts w:ascii="Cambria" w:eastAsiaTheme="minorEastAsia" w:hAnsi="Cambria" w:cstheme="minorBidi"/>
                    </w:rPr>
                    <w:t>7 = 7</w:t>
                  </w:r>
                </w:p>
                <w:p w:rsidR="009E77D7" w:rsidRDefault="009E77D7">
                  <w:pPr>
                    <w:rPr>
                      <w:rFonts w:ascii="Cambria" w:eastAsiaTheme="minorEastAsia" w:hAnsi="Cambria" w:cstheme="minorBidi"/>
                    </w:rPr>
                  </w:pPr>
                  <w:r>
                    <w:rPr>
                      <w:rFonts w:ascii="Cambria" w:eastAsiaTheme="minorEastAsia" w:hAnsi="Cambria" w:cstheme="minorBidi"/>
                    </w:rPr>
                    <w:t xml:space="preserve">   = 2+6, 2</w:t>
                  </w:r>
                  <w:r>
                    <w:rPr>
                      <w:rFonts w:ascii="Cambria" w:eastAsiaTheme="minorEastAsia" w:hAnsi="Cambria" w:cstheme="minorBidi"/>
                    </w:rPr>
                    <w:sym w:font="Symbol" w:char="F0B4"/>
                  </w:r>
                  <w:r>
                    <w:rPr>
                      <w:rFonts w:ascii="Cambria" w:eastAsiaTheme="minorEastAsia" w:hAnsi="Cambria" w:cstheme="minorBidi"/>
                    </w:rPr>
                    <w:t>6 = 12</w:t>
                  </w:r>
                </w:p>
                <w:p w:rsidR="009E77D7" w:rsidRPr="009E77D7" w:rsidRDefault="009E77D7">
                  <w:pPr>
                    <w:rPr>
                      <w:rFonts w:ascii="Cambria" w:eastAsiaTheme="minorEastAsia" w:hAnsi="Cambria" w:cstheme="minorBidi"/>
                      <w:b/>
                    </w:rPr>
                  </w:pPr>
                  <w:r w:rsidRPr="009E77D7">
                    <w:rPr>
                      <w:rFonts w:ascii="Cambria" w:eastAsiaTheme="minorEastAsia" w:hAnsi="Cambria" w:cstheme="minorBidi"/>
                      <w:b/>
                    </w:rPr>
                    <w:t xml:space="preserve">   = 3+5, 3</w:t>
                  </w:r>
                  <w:r w:rsidRPr="009E77D7">
                    <w:rPr>
                      <w:rFonts w:ascii="Cambria" w:eastAsiaTheme="minorEastAsia" w:hAnsi="Cambria" w:cstheme="minorBidi"/>
                      <w:b/>
                    </w:rPr>
                    <w:sym w:font="Symbol" w:char="F0B4"/>
                  </w:r>
                  <w:r w:rsidRPr="009E77D7">
                    <w:rPr>
                      <w:rFonts w:ascii="Cambria" w:eastAsiaTheme="minorEastAsia" w:hAnsi="Cambria" w:cstheme="minorBidi"/>
                      <w:b/>
                    </w:rPr>
                    <w:t xml:space="preserve">5 = </w:t>
                  </w:r>
                  <w:r w:rsidRPr="009E77D7">
                    <w:rPr>
                      <w:rFonts w:ascii="Cambria" w:eastAsiaTheme="minorEastAsia" w:hAnsi="Cambria" w:cstheme="minorBidi"/>
                      <w:b/>
                      <w:u w:val="single"/>
                    </w:rPr>
                    <w:t>15</w:t>
                  </w:r>
                </w:p>
                <w:p w:rsidR="009E77D7" w:rsidRPr="009E77D7" w:rsidRDefault="009E77D7">
                  <w:pPr>
                    <w:rPr>
                      <w:rFonts w:ascii="Cambria" w:eastAsiaTheme="minorEastAsia" w:hAnsi="Cambria" w:cstheme="minorBidi"/>
                    </w:rPr>
                  </w:pPr>
                  <w:r>
                    <w:rPr>
                      <w:rFonts w:ascii="Cambria" w:eastAsiaTheme="minorEastAsia" w:hAnsi="Cambria" w:cstheme="minorBidi"/>
                    </w:rPr>
                    <w:t xml:space="preserve">   = 4+4, 4</w:t>
                  </w:r>
                  <w:r>
                    <w:rPr>
                      <w:rFonts w:ascii="Cambria" w:eastAsiaTheme="minorEastAsia" w:hAnsi="Cambria" w:cstheme="minorBidi"/>
                    </w:rPr>
                    <w:sym w:font="Symbol" w:char="F0B4"/>
                  </w:r>
                  <w:r>
                    <w:rPr>
                      <w:rFonts w:ascii="Cambria" w:eastAsiaTheme="minorEastAsia" w:hAnsi="Cambria" w:cstheme="minorBidi"/>
                    </w:rPr>
                    <w:t>4 = 16</w:t>
                  </w:r>
                </w:p>
              </w:txbxContent>
            </v:textbox>
          </v:rect>
        </w:pict>
      </w:r>
      <w:r>
        <w:rPr>
          <w:rFonts w:ascii="Cambria" w:hAnsi="Cambria"/>
          <w:b/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113" type="#_x0000_t19" style="position:absolute;margin-left:159.55pt;margin-top:-29.85pt;width:125.05pt;height:120.85pt;rotation:9058825fd;flip:y;z-index:251660800" coordsize="21589,21505" adj="-5546850,-119028,,21505" path="wr-21600,-95,21600,43105,2018,,21589,20820nfewr-21600,-95,21600,43105,2018,,21589,20820l,21505nsxe">
            <v:path o:connectlocs="2018,0;21589,20820;0,21505"/>
          </v:shape>
        </w:pict>
      </w:r>
      <w:r>
        <w:rPr>
          <w:rFonts w:ascii="Cambria" w:hAnsi="Cambria"/>
          <w:b/>
          <w:noProof/>
        </w:rPr>
        <w:pict>
          <v:shape id="_x0000_s1112" type="#_x0000_t19" style="position:absolute;margin-left:187.95pt;margin-top:-14.15pt;width:83.55pt;height:81.95pt;rotation:9058825fd;flip:y;z-index:251659776" coordsize="21589,21600" adj=",-119028" path="wr-21600,,21600,43200,,,21589,20915nfewr-21600,,21600,43200,,,21589,20915l,21600nsxe">
            <v:path o:connectlocs="0,0;21589,20915;0,21600"/>
          </v:shape>
        </w:pict>
      </w:r>
      <w:r w:rsidR="005E5B2A">
        <w:rPr>
          <w:rFonts w:ascii="Cambria" w:hAnsi="Cambria"/>
          <w:b/>
        </w:rPr>
        <w:t>I</w:t>
      </w:r>
      <w:r>
        <w:rPr>
          <w:rFonts w:ascii="Cambria" w:hAnsi="Cambria"/>
          <w:b/>
        </w:rPr>
        <w:t>I</w:t>
      </w:r>
      <w:r w:rsidR="005E5B2A">
        <w:rPr>
          <w:rFonts w:ascii="Cambria" w:hAnsi="Cambria"/>
          <w:b/>
        </w:rPr>
        <w:t>I. Find the Binomial</w:t>
      </w:r>
      <w:r w:rsidR="00524928">
        <w:rPr>
          <w:rFonts w:ascii="Cambria" w:hAnsi="Cambria"/>
          <w:b/>
        </w:rPr>
        <w:t xml:space="preserve"> (Factor the </w:t>
      </w:r>
      <w:r>
        <w:rPr>
          <w:rFonts w:ascii="Cambria" w:hAnsi="Cambria"/>
          <w:b/>
        </w:rPr>
        <w:t>expression</w:t>
      </w:r>
      <w:r w:rsidR="00524928">
        <w:rPr>
          <w:rFonts w:ascii="Cambria" w:hAnsi="Cambria"/>
          <w:b/>
        </w:rPr>
        <w:t>)</w:t>
      </w:r>
    </w:p>
    <w:p w:rsidR="00D610CA" w:rsidRDefault="00D610CA" w:rsidP="001618F7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Ex: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+8x+15</m:t>
        </m:r>
      </m:oMath>
      <w:r w:rsidR="009E77D7">
        <w:rPr>
          <w:rFonts w:ascii="Cambria" w:hAnsi="Cambria"/>
        </w:rPr>
        <w:t xml:space="preserve">  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x+5</m:t>
            </m:r>
          </m:e>
        </m:d>
        <m:r>
          <w:rPr>
            <w:rFonts w:ascii="Cambria Math" w:hAnsi="Cambria Math"/>
          </w:rPr>
          <m:t>(x+3)</m:t>
        </m:r>
      </m:oMath>
    </w:p>
    <w:p w:rsidR="001618F7" w:rsidRDefault="00CE324E" w:rsidP="001618F7">
      <w:pPr>
        <w:pStyle w:val="ListParagraph"/>
        <w:numPr>
          <w:ilvl w:val="0"/>
          <w:numId w:val="40"/>
        </w:numPr>
        <w:tabs>
          <w:tab w:val="left" w:pos="2880"/>
        </w:tabs>
        <w:spacing w:line="720" w:lineRule="auto"/>
        <w:rPr>
          <w:rFonts w:ascii="Cambria" w:hAnsi="Cambria"/>
        </w:rPr>
      </w:pPr>
      <w:r w:rsidRPr="0056104A">
        <w:rPr>
          <w:rFonts w:ascii="Cambria" w:hAnsi="Cambri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+ 4n+3</m:t>
        </m:r>
      </m:oMath>
    </w:p>
    <w:p w:rsidR="0056104A" w:rsidRPr="0056104A" w:rsidRDefault="0056104A" w:rsidP="001618F7">
      <w:pPr>
        <w:pStyle w:val="ListParagraph"/>
        <w:numPr>
          <w:ilvl w:val="0"/>
          <w:numId w:val="40"/>
        </w:numPr>
        <w:tabs>
          <w:tab w:val="left" w:pos="720"/>
          <w:tab w:val="left" w:pos="2880"/>
        </w:tabs>
        <w:spacing w:line="720" w:lineRule="auto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 x-2</m:t>
        </m:r>
      </m:oMath>
      <w:r w:rsidR="00D610CA">
        <w:rPr>
          <w:rFonts w:ascii="Cambria" w:hAnsi="Cambria"/>
          <w:b/>
          <w:color w:val="FFFFFF" w:themeColor="background1"/>
        </w:rPr>
        <w:t>2</w:t>
      </w:r>
    </w:p>
    <w:p w:rsidR="00CE324E" w:rsidRDefault="0056104A" w:rsidP="001618F7">
      <w:pPr>
        <w:pStyle w:val="ListParagraph"/>
        <w:numPr>
          <w:ilvl w:val="0"/>
          <w:numId w:val="40"/>
        </w:numPr>
        <w:tabs>
          <w:tab w:val="left" w:pos="2880"/>
        </w:tabs>
        <w:spacing w:line="720" w:lineRule="auto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- 4n+3</m:t>
        </m:r>
      </m:oMath>
    </w:p>
    <w:p w:rsidR="00D610CA" w:rsidRPr="0056104A" w:rsidRDefault="00D610CA" w:rsidP="001618F7">
      <w:pPr>
        <w:pStyle w:val="ListParagraph"/>
        <w:numPr>
          <w:ilvl w:val="0"/>
          <w:numId w:val="40"/>
        </w:numPr>
        <w:tabs>
          <w:tab w:val="left" w:pos="2880"/>
        </w:tabs>
        <w:spacing w:line="720" w:lineRule="auto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-14a+49</m:t>
        </m:r>
      </m:oMath>
    </w:p>
    <w:p w:rsidR="0056104A" w:rsidRPr="00D610CA" w:rsidRDefault="0056104A" w:rsidP="001618F7">
      <w:pPr>
        <w:pStyle w:val="ListParagraph"/>
        <w:numPr>
          <w:ilvl w:val="0"/>
          <w:numId w:val="40"/>
        </w:numPr>
        <w:tabs>
          <w:tab w:val="left" w:pos="2880"/>
        </w:tabs>
        <w:spacing w:line="480" w:lineRule="auto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+3x-18</m:t>
        </m:r>
      </m:oMath>
    </w:p>
    <w:p w:rsidR="004D06EC" w:rsidRDefault="004D06EC" w:rsidP="003D3502">
      <w:pPr>
        <w:pBdr>
          <w:bottom w:val="single" w:sz="4" w:space="1" w:color="auto"/>
        </w:pBdr>
        <w:tabs>
          <w:tab w:val="left" w:pos="720"/>
          <w:tab w:val="left" w:pos="2880"/>
        </w:tabs>
        <w:spacing w:line="480" w:lineRule="auto"/>
        <w:rPr>
          <w:rFonts w:ascii="Cambria" w:hAnsi="Cambria"/>
          <w:b/>
        </w:rPr>
      </w:pPr>
    </w:p>
    <w:p w:rsidR="003D3502" w:rsidRDefault="003D3502" w:rsidP="003D3502">
      <w:pPr>
        <w:pBdr>
          <w:bottom w:val="single" w:sz="4" w:space="1" w:color="auto"/>
        </w:pBdr>
        <w:tabs>
          <w:tab w:val="left" w:pos="720"/>
          <w:tab w:val="left" w:pos="2880"/>
        </w:tabs>
        <w:spacing w:line="720" w:lineRule="auto"/>
        <w:rPr>
          <w:rFonts w:ascii="Cambria" w:hAnsi="Cambria"/>
          <w:b/>
        </w:rPr>
        <w:sectPr w:rsidR="003D3502" w:rsidSect="00D610CA">
          <w:type w:val="continuous"/>
          <w:pgSz w:w="12240" w:h="15840"/>
          <w:pgMar w:top="720" w:right="720" w:bottom="720" w:left="720" w:header="720" w:footer="348" w:gutter="0"/>
          <w:cols w:space="720"/>
          <w:docGrid w:linePitch="360"/>
        </w:sectPr>
      </w:pPr>
    </w:p>
    <w:p w:rsidR="00D610CA" w:rsidRDefault="004D06EC" w:rsidP="004D06EC">
      <w:pPr>
        <w:tabs>
          <w:tab w:val="left" w:pos="720"/>
          <w:tab w:val="left" w:pos="2880"/>
        </w:tabs>
        <w:spacing w:line="720" w:lineRule="auto"/>
        <w:rPr>
          <w:rFonts w:ascii="Cambria" w:hAnsi="Cambria"/>
        </w:rPr>
      </w:pPr>
      <w:r>
        <w:rPr>
          <w:rFonts w:ascii="Cambria" w:hAnsi="Cambria"/>
          <w:b/>
        </w:rPr>
        <w:lastRenderedPageBreak/>
        <w:t>IV. Simplify the expression</w:t>
      </w:r>
    </w:p>
    <w:p w:rsidR="004D06EC" w:rsidRDefault="004D06EC" w:rsidP="001618F7">
      <w:pPr>
        <w:pStyle w:val="ListParagraph"/>
        <w:numPr>
          <w:ilvl w:val="0"/>
          <w:numId w:val="40"/>
        </w:numPr>
        <w:tabs>
          <w:tab w:val="left" w:pos="2880"/>
        </w:tabs>
        <w:spacing w:line="720" w:lineRule="auto"/>
        <w:rPr>
          <w:rFonts w:ascii="Cambria" w:hAnsi="Cambr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-4</m:t>
            </m:r>
          </m:num>
          <m:den>
            <m:r>
              <w:rPr>
                <w:rFonts w:ascii="Cambria Math" w:hAnsi="Cambria Math"/>
              </w:rPr>
              <m:t>x-2</m:t>
            </m:r>
          </m:den>
        </m:f>
      </m:oMath>
    </w:p>
    <w:p w:rsidR="003D3502" w:rsidRPr="004D06EC" w:rsidRDefault="003D3502" w:rsidP="003D3502">
      <w:pPr>
        <w:pStyle w:val="ListParagraph"/>
        <w:tabs>
          <w:tab w:val="left" w:pos="2880"/>
        </w:tabs>
        <w:spacing w:line="720" w:lineRule="auto"/>
        <w:rPr>
          <w:rFonts w:ascii="Cambria" w:hAnsi="Cambria"/>
        </w:rPr>
      </w:pPr>
    </w:p>
    <w:p w:rsidR="004D06EC" w:rsidRDefault="004D06EC" w:rsidP="001618F7">
      <w:pPr>
        <w:pStyle w:val="ListParagraph"/>
        <w:numPr>
          <w:ilvl w:val="0"/>
          <w:numId w:val="40"/>
        </w:numPr>
        <w:tabs>
          <w:tab w:val="left" w:pos="720"/>
          <w:tab w:val="left" w:pos="2880"/>
        </w:tabs>
        <w:spacing w:line="720" w:lineRule="auto"/>
        <w:rPr>
          <w:rFonts w:ascii="Cambria" w:hAnsi="Cambr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+7x+12</m:t>
            </m:r>
          </m:num>
          <m:den>
            <m:r>
              <w:rPr>
                <w:rFonts w:ascii="Cambria Math" w:hAnsi="Cambria Math"/>
              </w:rPr>
              <m:t>(x+4)</m:t>
            </m:r>
          </m:den>
        </m:f>
      </m:oMath>
    </w:p>
    <w:p w:rsidR="003D3502" w:rsidRPr="003D3502" w:rsidRDefault="003D3502" w:rsidP="003D3502">
      <w:pPr>
        <w:pStyle w:val="ListParagraph"/>
        <w:rPr>
          <w:rFonts w:ascii="Cambria" w:hAnsi="Cambria"/>
        </w:rPr>
      </w:pPr>
    </w:p>
    <w:p w:rsidR="003D3502" w:rsidRPr="004D06EC" w:rsidRDefault="003D3502" w:rsidP="003D3502">
      <w:pPr>
        <w:pStyle w:val="ListParagraph"/>
        <w:tabs>
          <w:tab w:val="left" w:pos="720"/>
          <w:tab w:val="left" w:pos="2880"/>
        </w:tabs>
        <w:spacing w:line="720" w:lineRule="auto"/>
        <w:rPr>
          <w:rFonts w:ascii="Cambria" w:hAnsi="Cambria"/>
        </w:rPr>
      </w:pPr>
    </w:p>
    <w:p w:rsidR="004D06EC" w:rsidRDefault="004D06EC" w:rsidP="001618F7">
      <w:pPr>
        <w:pStyle w:val="ListParagraph"/>
        <w:numPr>
          <w:ilvl w:val="0"/>
          <w:numId w:val="40"/>
        </w:numPr>
        <w:tabs>
          <w:tab w:val="left" w:pos="2880"/>
        </w:tabs>
        <w:spacing w:line="720" w:lineRule="auto"/>
        <w:rPr>
          <w:rFonts w:ascii="Cambria" w:hAnsi="Cambria"/>
        </w:rPr>
      </w:pPr>
      <w:r>
        <w:rPr>
          <w:rFonts w:ascii="Cambria" w:hAnsi="Cambri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-8t-15</m:t>
            </m:r>
          </m:num>
          <m:den>
            <m:r>
              <w:rPr>
                <w:rFonts w:ascii="Cambria Math" w:hAnsi="Cambria Math"/>
              </w:rPr>
              <m:t>t-4</m:t>
            </m:r>
          </m:den>
        </m:f>
      </m:oMath>
    </w:p>
    <w:p w:rsidR="003D3502" w:rsidRDefault="003D3502" w:rsidP="003D3502">
      <w:pPr>
        <w:tabs>
          <w:tab w:val="left" w:pos="2880"/>
        </w:tabs>
        <w:spacing w:line="720" w:lineRule="auto"/>
        <w:rPr>
          <w:rFonts w:ascii="Cambria" w:hAnsi="Cambria"/>
        </w:rPr>
      </w:pPr>
    </w:p>
    <w:p w:rsidR="003D3502" w:rsidRDefault="003D3502" w:rsidP="003D3502">
      <w:pPr>
        <w:tabs>
          <w:tab w:val="left" w:pos="2880"/>
        </w:tabs>
        <w:spacing w:line="720" w:lineRule="auto"/>
        <w:rPr>
          <w:rFonts w:ascii="Cambria" w:hAnsi="Cambria"/>
        </w:rPr>
      </w:pPr>
    </w:p>
    <w:p w:rsidR="003D3502" w:rsidRPr="003D3502" w:rsidRDefault="003D3502" w:rsidP="003D3502">
      <w:pPr>
        <w:tabs>
          <w:tab w:val="left" w:pos="2880"/>
        </w:tabs>
        <w:spacing w:line="720" w:lineRule="auto"/>
        <w:rPr>
          <w:rFonts w:ascii="Cambria" w:hAnsi="Cambria"/>
        </w:rPr>
      </w:pPr>
    </w:p>
    <w:p w:rsidR="004D06EC" w:rsidRPr="004D06EC" w:rsidRDefault="003D3502" w:rsidP="004D06EC">
      <w:pPr>
        <w:tabs>
          <w:tab w:val="left" w:pos="720"/>
          <w:tab w:val="left" w:pos="2880"/>
        </w:tabs>
        <w:spacing w:line="720" w:lineRule="auto"/>
        <w:rPr>
          <w:rFonts w:ascii="Cambria" w:hAnsi="Cambria"/>
          <w:b/>
        </w:rPr>
      </w:pPr>
      <w:r>
        <w:rPr>
          <w:rFonts w:ascii="Cambria" w:hAnsi="Cambria"/>
          <w:b/>
        </w:rPr>
        <w:br w:type="column"/>
      </w:r>
      <w:r w:rsidR="004D06EC">
        <w:rPr>
          <w:rFonts w:ascii="Cambria" w:hAnsi="Cambria"/>
          <w:b/>
        </w:rPr>
        <w:lastRenderedPageBreak/>
        <w:t>V. Change the subject</w:t>
      </w:r>
    </w:p>
    <w:p w:rsidR="004D06EC" w:rsidRDefault="001618F7" w:rsidP="001618F7">
      <w:pPr>
        <w:pStyle w:val="ListParagraph"/>
        <w:numPr>
          <w:ilvl w:val="0"/>
          <w:numId w:val="40"/>
        </w:numPr>
        <w:tabs>
          <w:tab w:val="left" w:pos="2880"/>
        </w:tabs>
        <w:spacing w:line="720" w:lineRule="auto"/>
        <w:rPr>
          <w:rFonts w:ascii="Cambria" w:hAnsi="Cambria"/>
        </w:rPr>
      </w:pPr>
      <w:r>
        <w:rPr>
          <w:rFonts w:ascii="Cambria" w:hAnsi="Cambria"/>
        </w:rPr>
        <w:t xml:space="preserve">Solve for s:  </w:t>
      </w:r>
      <m:oMath>
        <m:r>
          <w:rPr>
            <w:rFonts w:ascii="Cambria Math" w:hAnsi="Cambria Math"/>
          </w:rPr>
          <m:t>Q=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r-s</m:t>
            </m:r>
          </m:e>
        </m:d>
        <m:r>
          <w:rPr>
            <w:rFonts w:ascii="Cambria Math" w:hAnsi="Cambria Math"/>
          </w:rPr>
          <m:t>t</m:t>
        </m:r>
      </m:oMath>
    </w:p>
    <w:p w:rsidR="001618F7" w:rsidRDefault="001618F7" w:rsidP="001618F7">
      <w:pPr>
        <w:pStyle w:val="ListParagraph"/>
        <w:tabs>
          <w:tab w:val="left" w:pos="2880"/>
        </w:tabs>
        <w:spacing w:line="480" w:lineRule="auto"/>
        <w:rPr>
          <w:rFonts w:ascii="Cambria" w:hAnsi="Cambria"/>
        </w:rPr>
      </w:pPr>
    </w:p>
    <w:p w:rsidR="003D3502" w:rsidRDefault="003D3502" w:rsidP="001618F7">
      <w:pPr>
        <w:pStyle w:val="ListParagraph"/>
        <w:tabs>
          <w:tab w:val="left" w:pos="2880"/>
        </w:tabs>
        <w:spacing w:line="480" w:lineRule="auto"/>
        <w:rPr>
          <w:rFonts w:ascii="Cambria" w:hAnsi="Cambria"/>
        </w:rPr>
      </w:pPr>
    </w:p>
    <w:p w:rsidR="001618F7" w:rsidRDefault="001618F7" w:rsidP="001618F7">
      <w:pPr>
        <w:pStyle w:val="ListParagraph"/>
        <w:numPr>
          <w:ilvl w:val="0"/>
          <w:numId w:val="40"/>
        </w:numPr>
        <w:tabs>
          <w:tab w:val="left" w:pos="720"/>
          <w:tab w:val="left" w:pos="2880"/>
        </w:tabs>
        <w:spacing w:line="480" w:lineRule="auto"/>
        <w:rPr>
          <w:rFonts w:ascii="Cambria" w:hAnsi="Cambria"/>
        </w:rPr>
      </w:pPr>
      <w:r>
        <w:rPr>
          <w:rFonts w:ascii="Cambria" w:hAnsi="Cambria"/>
        </w:rPr>
        <w:t xml:space="preserve">Solve for  x: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+y</m:t>
            </m:r>
          </m:e>
        </m:d>
        <m:r>
          <w:rPr>
            <w:rFonts w:ascii="Cambria Math" w:hAnsi="Cambria Math"/>
          </w:rPr>
          <m:t>=z</m:t>
        </m:r>
      </m:oMath>
    </w:p>
    <w:p w:rsidR="003D3502" w:rsidRDefault="003D3502" w:rsidP="003D3502">
      <w:pPr>
        <w:pStyle w:val="ListParagraph"/>
        <w:rPr>
          <w:rFonts w:ascii="Cambria" w:hAnsi="Cambria"/>
        </w:rPr>
      </w:pPr>
    </w:p>
    <w:p w:rsidR="003D3502" w:rsidRDefault="003D3502" w:rsidP="003D3502">
      <w:pPr>
        <w:pStyle w:val="ListParagraph"/>
        <w:rPr>
          <w:rFonts w:ascii="Cambria" w:hAnsi="Cambria"/>
        </w:rPr>
      </w:pPr>
    </w:p>
    <w:p w:rsidR="003D3502" w:rsidRDefault="003D3502" w:rsidP="003D3502">
      <w:pPr>
        <w:pStyle w:val="ListParagraph"/>
        <w:rPr>
          <w:rFonts w:ascii="Cambria" w:hAnsi="Cambria"/>
        </w:rPr>
      </w:pPr>
    </w:p>
    <w:p w:rsidR="003D3502" w:rsidRDefault="003D3502" w:rsidP="003D3502">
      <w:pPr>
        <w:pStyle w:val="ListParagraph"/>
        <w:rPr>
          <w:rFonts w:ascii="Cambria" w:hAnsi="Cambria"/>
        </w:rPr>
      </w:pPr>
    </w:p>
    <w:p w:rsidR="003D3502" w:rsidRDefault="003D3502" w:rsidP="003D3502">
      <w:pPr>
        <w:pStyle w:val="ListParagraph"/>
        <w:rPr>
          <w:rFonts w:ascii="Cambria" w:hAnsi="Cambria"/>
        </w:rPr>
      </w:pPr>
    </w:p>
    <w:p w:rsidR="003D3502" w:rsidRPr="004D06EC" w:rsidRDefault="003D3502" w:rsidP="003D3502">
      <w:pPr>
        <w:pStyle w:val="ListParagraph"/>
        <w:numPr>
          <w:ilvl w:val="0"/>
          <w:numId w:val="40"/>
        </w:numPr>
        <w:tabs>
          <w:tab w:val="left" w:pos="720"/>
          <w:tab w:val="left" w:pos="2880"/>
        </w:tabs>
        <w:spacing w:line="720" w:lineRule="auto"/>
        <w:rPr>
          <w:rFonts w:ascii="Cambria" w:hAnsi="Cambria"/>
        </w:rPr>
      </w:pPr>
      <w:r>
        <w:rPr>
          <w:rFonts w:ascii="Cambria" w:hAnsi="Cambria"/>
        </w:rPr>
        <w:t xml:space="preserve">Solve for n: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-15n+56</m:t>
            </m:r>
          </m:num>
          <m:den>
            <m:r>
              <w:rPr>
                <w:rFonts w:ascii="Cambria Math" w:hAnsi="Cambria Math"/>
              </w:rPr>
              <m:t>n-8</m:t>
            </m:r>
          </m:den>
        </m:f>
        <m:r>
          <w:rPr>
            <w:rFonts w:ascii="Cambria Math" w:hAnsi="Cambria Math"/>
          </w:rPr>
          <m:t>=b</m:t>
        </m:r>
      </m:oMath>
    </w:p>
    <w:sectPr w:rsidR="003D3502" w:rsidRPr="004D06EC" w:rsidSect="003D3502">
      <w:type w:val="continuous"/>
      <w:pgSz w:w="12240" w:h="15840"/>
      <w:pgMar w:top="720" w:right="720" w:bottom="720" w:left="720" w:header="720" w:footer="348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E66" w:rsidRDefault="00E43E66">
      <w:r>
        <w:separator/>
      </w:r>
    </w:p>
  </w:endnote>
  <w:endnote w:type="continuationSeparator" w:id="0">
    <w:p w:rsidR="00E43E66" w:rsidRDefault="00E43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24E" w:rsidRPr="00162AA6" w:rsidRDefault="00CE324E" w:rsidP="00162AA6">
    <w:pPr>
      <w:pStyle w:val="Footer"/>
    </w:pPr>
    <w:r>
      <w:rPr>
        <w:noProof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2049" type="#_x0000_t98" style="position:absolute;margin-left:166.5pt;margin-top:-12.3pt;width:159pt;height:30pt;z-index:251657216" filled="f">
          <v:textbox style="mso-next-textbox:#_x0000_s2049">
            <w:txbxContent>
              <w:p w:rsidR="00CE324E" w:rsidRDefault="00CE324E"/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2305050</wp:posOffset>
          </wp:positionH>
          <wp:positionV relativeFrom="paragraph">
            <wp:posOffset>-146685</wp:posOffset>
          </wp:positionV>
          <wp:extent cx="1762125" cy="346710"/>
          <wp:effectExtent l="19050" t="0" r="9525" b="0"/>
          <wp:wrapNone/>
          <wp:docPr id="5" name="Picture 5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E66" w:rsidRDefault="00E43E66">
      <w:r>
        <w:separator/>
      </w:r>
    </w:p>
  </w:footnote>
  <w:footnote w:type="continuationSeparator" w:id="0">
    <w:p w:rsidR="00E43E66" w:rsidRDefault="00E43E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870EB0"/>
    <w:multiLevelType w:val="hybridMultilevel"/>
    <w:tmpl w:val="F01CE13E"/>
    <w:lvl w:ilvl="0" w:tplc="7CEAB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5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783914"/>
    <w:multiLevelType w:val="hybridMultilevel"/>
    <w:tmpl w:val="726C1D0E"/>
    <w:lvl w:ilvl="0" w:tplc="7CEAB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8E02BF"/>
    <w:multiLevelType w:val="hybridMultilevel"/>
    <w:tmpl w:val="EC32C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22"/>
  </w:num>
  <w:num w:numId="4">
    <w:abstractNumId w:val="13"/>
  </w:num>
  <w:num w:numId="5">
    <w:abstractNumId w:val="19"/>
  </w:num>
  <w:num w:numId="6">
    <w:abstractNumId w:val="39"/>
  </w:num>
  <w:num w:numId="7">
    <w:abstractNumId w:val="27"/>
  </w:num>
  <w:num w:numId="8">
    <w:abstractNumId w:val="11"/>
  </w:num>
  <w:num w:numId="9">
    <w:abstractNumId w:val="9"/>
  </w:num>
  <w:num w:numId="10">
    <w:abstractNumId w:val="30"/>
  </w:num>
  <w:num w:numId="11">
    <w:abstractNumId w:val="4"/>
  </w:num>
  <w:num w:numId="12">
    <w:abstractNumId w:val="34"/>
  </w:num>
  <w:num w:numId="13">
    <w:abstractNumId w:val="10"/>
  </w:num>
  <w:num w:numId="14">
    <w:abstractNumId w:val="17"/>
  </w:num>
  <w:num w:numId="15">
    <w:abstractNumId w:val="28"/>
  </w:num>
  <w:num w:numId="16">
    <w:abstractNumId w:val="32"/>
  </w:num>
  <w:num w:numId="17">
    <w:abstractNumId w:val="29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40"/>
  </w:num>
  <w:num w:numId="23">
    <w:abstractNumId w:val="23"/>
  </w:num>
  <w:num w:numId="24">
    <w:abstractNumId w:val="21"/>
  </w:num>
  <w:num w:numId="25">
    <w:abstractNumId w:val="35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5"/>
  </w:num>
  <w:num w:numId="32">
    <w:abstractNumId w:val="33"/>
  </w:num>
  <w:num w:numId="33">
    <w:abstractNumId w:val="18"/>
  </w:num>
  <w:num w:numId="34">
    <w:abstractNumId w:val="26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  <w:num w:numId="39">
    <w:abstractNumId w:val="38"/>
  </w:num>
  <w:num w:numId="40">
    <w:abstractNumId w:val="31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5122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A0DC5"/>
    <w:rsid w:val="000B496A"/>
    <w:rsid w:val="000E7AD7"/>
    <w:rsid w:val="001618F7"/>
    <w:rsid w:val="00162AA6"/>
    <w:rsid w:val="00187477"/>
    <w:rsid w:val="00193F33"/>
    <w:rsid w:val="001A2001"/>
    <w:rsid w:val="001C46C7"/>
    <w:rsid w:val="001E2013"/>
    <w:rsid w:val="002174D7"/>
    <w:rsid w:val="00276816"/>
    <w:rsid w:val="003113C1"/>
    <w:rsid w:val="00395A4C"/>
    <w:rsid w:val="003B0B50"/>
    <w:rsid w:val="003C6032"/>
    <w:rsid w:val="003D3502"/>
    <w:rsid w:val="003D4AD7"/>
    <w:rsid w:val="003F313F"/>
    <w:rsid w:val="0040085F"/>
    <w:rsid w:val="004275E3"/>
    <w:rsid w:val="004D06EC"/>
    <w:rsid w:val="004F4694"/>
    <w:rsid w:val="00524928"/>
    <w:rsid w:val="0056104A"/>
    <w:rsid w:val="005E5B2A"/>
    <w:rsid w:val="006136CF"/>
    <w:rsid w:val="00681B49"/>
    <w:rsid w:val="006A2707"/>
    <w:rsid w:val="00741C52"/>
    <w:rsid w:val="007B04D7"/>
    <w:rsid w:val="007C5E01"/>
    <w:rsid w:val="007F15B1"/>
    <w:rsid w:val="008465E4"/>
    <w:rsid w:val="008718A2"/>
    <w:rsid w:val="0091669A"/>
    <w:rsid w:val="009C5EF3"/>
    <w:rsid w:val="009E77D7"/>
    <w:rsid w:val="00A226F8"/>
    <w:rsid w:val="00B332B9"/>
    <w:rsid w:val="00B85F2C"/>
    <w:rsid w:val="00BB70C6"/>
    <w:rsid w:val="00C633B1"/>
    <w:rsid w:val="00CE324E"/>
    <w:rsid w:val="00D26746"/>
    <w:rsid w:val="00D610CA"/>
    <w:rsid w:val="00E241EF"/>
    <w:rsid w:val="00E43E66"/>
    <w:rsid w:val="00E55A59"/>
    <w:rsid w:val="00F3345E"/>
    <w:rsid w:val="00F443B7"/>
    <w:rsid w:val="00F90FD3"/>
    <w:rsid w:val="00FE2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  <o:rules v:ext="edit">
        <o:r id="V:Rule2" type="arc" idref="#_x0000_s1112"/>
        <o:r id="V:Rule3" type="arc" idref="#_x0000_s111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No Spacing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  <w:style w:type="character" w:styleId="PlaceholderText">
    <w:name w:val="Placeholder Text"/>
    <w:basedOn w:val="DefaultParagraphFont"/>
    <w:rsid w:val="005E5B2A"/>
    <w:rPr>
      <w:color w:val="808080"/>
    </w:rPr>
  </w:style>
  <w:style w:type="paragraph" w:styleId="ListParagraph">
    <w:name w:val="List Paragraph"/>
    <w:basedOn w:val="Normal"/>
    <w:uiPriority w:val="34"/>
    <w:qFormat/>
    <w:rsid w:val="005E5B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cp:lastPrinted>2014-08-23T23:08:00Z</cp:lastPrinted>
  <dcterms:created xsi:type="dcterms:W3CDTF">2014-08-26T03:49:00Z</dcterms:created>
  <dcterms:modified xsi:type="dcterms:W3CDTF">2014-08-26T03:49:00Z</dcterms:modified>
</cp:coreProperties>
</file>